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105" w:rsidRDefault="002F2105" w:rsidP="002A03E4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892E8C">
        <w:rPr>
          <w:rFonts w:ascii="Arial" w:hAnsi="Arial" w:cs="Arial"/>
          <w:b/>
          <w:bCs/>
          <w:sz w:val="32"/>
          <w:szCs w:val="32"/>
        </w:rPr>
        <w:t xml:space="preserve">Приложение № 1 к постановлению Администрации Успенского сельсовета </w:t>
      </w:r>
    </w:p>
    <w:p w:rsidR="002F2105" w:rsidRPr="00892E8C" w:rsidRDefault="002F2105" w:rsidP="002A03E4">
      <w:pPr>
        <w:jc w:val="center"/>
        <w:rPr>
          <w:rFonts w:ascii="Arial" w:hAnsi="Arial" w:cs="Arial"/>
          <w:b/>
          <w:sz w:val="32"/>
          <w:szCs w:val="32"/>
        </w:rPr>
      </w:pPr>
      <w:r w:rsidRPr="00892E8C">
        <w:rPr>
          <w:rFonts w:ascii="Arial" w:hAnsi="Arial" w:cs="Arial"/>
          <w:b/>
          <w:bCs/>
          <w:sz w:val="32"/>
          <w:szCs w:val="32"/>
        </w:rPr>
        <w:t xml:space="preserve"> </w:t>
      </w:r>
      <w:r w:rsidRPr="00892E8C">
        <w:rPr>
          <w:rFonts w:ascii="Arial" w:hAnsi="Arial" w:cs="Arial"/>
          <w:b/>
          <w:sz w:val="32"/>
          <w:szCs w:val="32"/>
        </w:rPr>
        <w:t xml:space="preserve">от 15 февраля </w:t>
      </w:r>
      <w:smartTag w:uri="urn:schemas-microsoft-com:office:smarttags" w:element="metricconverter">
        <w:smartTagPr>
          <w:attr w:name="ProductID" w:val="2017 г"/>
        </w:smartTagPr>
        <w:r w:rsidRPr="00892E8C">
          <w:rPr>
            <w:rFonts w:ascii="Arial" w:hAnsi="Arial" w:cs="Arial"/>
            <w:b/>
            <w:sz w:val="32"/>
            <w:szCs w:val="32"/>
          </w:rPr>
          <w:t>2017 г</w:t>
        </w:r>
      </w:smartTag>
      <w:r w:rsidRPr="00892E8C">
        <w:rPr>
          <w:rFonts w:ascii="Arial" w:hAnsi="Arial" w:cs="Arial"/>
          <w:b/>
          <w:sz w:val="32"/>
          <w:szCs w:val="32"/>
        </w:rPr>
        <w:t>.    №</w:t>
      </w:r>
      <w:bookmarkStart w:id="0" w:name="_GoBack"/>
      <w:bookmarkEnd w:id="0"/>
      <w:r w:rsidRPr="00892E8C">
        <w:rPr>
          <w:rFonts w:ascii="Arial" w:hAnsi="Arial" w:cs="Arial"/>
          <w:b/>
          <w:sz w:val="32"/>
          <w:szCs w:val="32"/>
        </w:rPr>
        <w:t>5</w:t>
      </w:r>
    </w:p>
    <w:p w:rsidR="002F2105" w:rsidRPr="00892E8C" w:rsidRDefault="002F2105" w:rsidP="002A03E4">
      <w:pPr>
        <w:tabs>
          <w:tab w:val="left" w:pos="1950"/>
        </w:tabs>
        <w:jc w:val="center"/>
        <w:rPr>
          <w:rFonts w:ascii="Arial" w:hAnsi="Arial" w:cs="Arial"/>
          <w:b/>
          <w:sz w:val="32"/>
          <w:szCs w:val="32"/>
        </w:rPr>
      </w:pPr>
    </w:p>
    <w:p w:rsidR="002F2105" w:rsidRPr="00892E8C" w:rsidRDefault="002F2105" w:rsidP="002A03E4">
      <w:pPr>
        <w:tabs>
          <w:tab w:val="left" w:pos="1950"/>
        </w:tabs>
        <w:jc w:val="center"/>
        <w:rPr>
          <w:rFonts w:ascii="Arial" w:hAnsi="Arial" w:cs="Arial"/>
          <w:b/>
          <w:sz w:val="32"/>
          <w:szCs w:val="32"/>
        </w:rPr>
      </w:pPr>
      <w:r w:rsidRPr="00892E8C">
        <w:rPr>
          <w:rFonts w:ascii="Arial" w:hAnsi="Arial" w:cs="Arial"/>
          <w:b/>
          <w:sz w:val="32"/>
          <w:szCs w:val="32"/>
        </w:rPr>
        <w:t>Об утверждения перечня дорог  общего пользования местного значения Успенского сельсовета Касторенского района Курской области</w:t>
      </w:r>
    </w:p>
    <w:p w:rsidR="002F2105" w:rsidRPr="00892E8C" w:rsidRDefault="002F2105" w:rsidP="002A03E4">
      <w:pPr>
        <w:tabs>
          <w:tab w:val="left" w:pos="1950"/>
        </w:tabs>
        <w:jc w:val="center"/>
        <w:rPr>
          <w:rFonts w:ascii="Arial" w:hAnsi="Arial" w:cs="Arial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5"/>
        <w:gridCol w:w="888"/>
        <w:gridCol w:w="1043"/>
        <w:gridCol w:w="812"/>
        <w:gridCol w:w="1028"/>
        <w:gridCol w:w="1172"/>
        <w:gridCol w:w="757"/>
        <w:gridCol w:w="746"/>
        <w:gridCol w:w="655"/>
        <w:gridCol w:w="594"/>
        <w:gridCol w:w="795"/>
        <w:gridCol w:w="1519"/>
        <w:gridCol w:w="1519"/>
        <w:gridCol w:w="1067"/>
        <w:gridCol w:w="912"/>
        <w:gridCol w:w="934"/>
      </w:tblGrid>
      <w:tr w:rsidR="002F2105" w:rsidRPr="00892E8C" w:rsidTr="008B3900">
        <w:tc>
          <w:tcPr>
            <w:tcW w:w="327" w:type="dxa"/>
          </w:tcPr>
          <w:p w:rsidR="002F2105" w:rsidRPr="008B3900" w:rsidRDefault="002F2105" w:rsidP="00A743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 xml:space="preserve">№ пп 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893" w:type="dxa"/>
          </w:tcPr>
          <w:p w:rsidR="002F2105" w:rsidRPr="008B3900" w:rsidRDefault="002F2105" w:rsidP="002A03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недвижимого имущества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49" w:type="dxa"/>
          </w:tcPr>
          <w:p w:rsidR="002F2105" w:rsidRPr="008B3900" w:rsidRDefault="002F2105" w:rsidP="00A743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Адрес (местаположения)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808" w:type="dxa"/>
          </w:tcPr>
          <w:p w:rsidR="002F2105" w:rsidRPr="008B3900" w:rsidRDefault="002F2105" w:rsidP="00A743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Кадастровый номер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31" w:type="dxa"/>
          </w:tcPr>
          <w:p w:rsidR="002F2105" w:rsidRPr="008B3900" w:rsidRDefault="002F2105" w:rsidP="00A743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 xml:space="preserve">Площадь, протяженность (или) иные параметры, характеризующие физические свойства 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183" w:type="dxa"/>
          </w:tcPr>
          <w:p w:rsidR="002F2105" w:rsidRPr="008B3900" w:rsidRDefault="002F2105" w:rsidP="00A743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Идентификационный номер дороги общего пользования местного значения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:rsidR="002F2105" w:rsidRPr="008B3900" w:rsidRDefault="002F2105" w:rsidP="00A743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Балансовая стоимость (тыс.руб.)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25" w:type="dxa"/>
          </w:tcPr>
          <w:p w:rsidR="002F2105" w:rsidRPr="008B3900" w:rsidRDefault="002F2105" w:rsidP="00A743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Остаточная стоимость (тыс.руб.)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649" w:type="dxa"/>
          </w:tcPr>
          <w:p w:rsidR="002F2105" w:rsidRPr="008B3900" w:rsidRDefault="002F2105" w:rsidP="00A743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Износ (тыс.руб.)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579" w:type="dxa"/>
          </w:tcPr>
          <w:p w:rsidR="002F2105" w:rsidRPr="008B3900" w:rsidRDefault="002F2105" w:rsidP="00A743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Степень износа %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81" w:type="dxa"/>
          </w:tcPr>
          <w:p w:rsidR="002F2105" w:rsidRPr="008B3900" w:rsidRDefault="002F2105" w:rsidP="00A743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 xml:space="preserve">Кадастровая стоимость 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562" w:type="dxa"/>
          </w:tcPr>
          <w:p w:rsidR="002F2105" w:rsidRPr="008B3900" w:rsidRDefault="002F2105" w:rsidP="00A743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Дата возникновения/прекращения права муниципальной собственности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562" w:type="dxa"/>
          </w:tcPr>
          <w:p w:rsidR="002F2105" w:rsidRPr="008B3900" w:rsidRDefault="002F2105" w:rsidP="00A743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Рек-ты документа-основания возникновения/прекращения права муниципальной собственности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53" w:type="dxa"/>
          </w:tcPr>
          <w:p w:rsidR="002F2105" w:rsidRPr="008B3900" w:rsidRDefault="002F2105" w:rsidP="00A743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 xml:space="preserve">Сведения о правообладателях 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923" w:type="dxa"/>
          </w:tcPr>
          <w:p w:rsidR="002F2105" w:rsidRPr="008B3900" w:rsidRDefault="002F2105" w:rsidP="002A03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 xml:space="preserve">Ограничения (обременения), основание и дата их возникновения 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925" w:type="dxa"/>
          </w:tcPr>
          <w:p w:rsidR="002F2105" w:rsidRPr="008B3900" w:rsidRDefault="002F2105" w:rsidP="002A03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Характеристика дороги - покрытие (указать "твердое", "щебень", "грунтовая"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  <w:tr w:rsidR="002F2105" w:rsidRPr="00892E8C" w:rsidTr="008B3900">
        <w:tc>
          <w:tcPr>
            <w:tcW w:w="327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  <w:r w:rsidRPr="008B3900">
              <w:rPr>
                <w:rFonts w:ascii="Arial" w:hAnsi="Arial" w:cs="Arial"/>
              </w:rPr>
              <w:t>1</w:t>
            </w:r>
          </w:p>
        </w:tc>
        <w:tc>
          <w:tcPr>
            <w:tcW w:w="893" w:type="dxa"/>
          </w:tcPr>
          <w:p w:rsidR="002F2105" w:rsidRPr="008B3900" w:rsidRDefault="002F2105" w:rsidP="0067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 xml:space="preserve">Дорога с.Успенка 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49" w:type="dxa"/>
          </w:tcPr>
          <w:p w:rsidR="002F2105" w:rsidRPr="008B3900" w:rsidRDefault="002F2105" w:rsidP="00A743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Курская обл. Касторенский р-н с.Успенка ул.Ленина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808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31" w:type="dxa"/>
          </w:tcPr>
          <w:p w:rsidR="002F2105" w:rsidRPr="008B3900" w:rsidRDefault="002F2105" w:rsidP="0067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8000кв.м/2000м.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183" w:type="dxa"/>
          </w:tcPr>
          <w:p w:rsidR="002F2105" w:rsidRPr="008B3900" w:rsidRDefault="002F2105" w:rsidP="0067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38 214 876 7    ОП МП 001-01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25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649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579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81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562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562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53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923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925" w:type="dxa"/>
          </w:tcPr>
          <w:p w:rsidR="002F2105" w:rsidRPr="008B3900" w:rsidRDefault="002F2105" w:rsidP="00892E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грунтовая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  <w:tr w:rsidR="002F2105" w:rsidRPr="00892E8C" w:rsidTr="008B3900">
        <w:tc>
          <w:tcPr>
            <w:tcW w:w="327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  <w:r w:rsidRPr="008B3900">
              <w:rPr>
                <w:rFonts w:ascii="Arial" w:hAnsi="Arial" w:cs="Arial"/>
              </w:rPr>
              <w:t>2</w:t>
            </w:r>
          </w:p>
        </w:tc>
        <w:tc>
          <w:tcPr>
            <w:tcW w:w="893" w:type="dxa"/>
          </w:tcPr>
          <w:p w:rsidR="002F2105" w:rsidRPr="008B3900" w:rsidRDefault="002F2105" w:rsidP="0067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 xml:space="preserve">Дорога с.Успенка 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49" w:type="dxa"/>
          </w:tcPr>
          <w:p w:rsidR="002F2105" w:rsidRPr="008B3900" w:rsidRDefault="002F2105" w:rsidP="00A743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Курская обл. Касторенский р-н с.Успенка ул. Буденного-ул.Садовая</w:t>
            </w:r>
          </w:p>
          <w:p w:rsidR="002F2105" w:rsidRPr="008B3900" w:rsidRDefault="002F2105" w:rsidP="00A743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8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31" w:type="dxa"/>
          </w:tcPr>
          <w:p w:rsidR="002F2105" w:rsidRPr="008B3900" w:rsidRDefault="002F2105" w:rsidP="0067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8000кв.м./2000м.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183" w:type="dxa"/>
          </w:tcPr>
          <w:p w:rsidR="002F2105" w:rsidRPr="008B3900" w:rsidRDefault="002F2105" w:rsidP="0067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 xml:space="preserve">    38 214 876 7 ОП МП 001-02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25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649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579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81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562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562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53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923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925" w:type="dxa"/>
          </w:tcPr>
          <w:p w:rsidR="002F2105" w:rsidRPr="008B3900" w:rsidRDefault="002F2105" w:rsidP="00892E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грунтовая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  <w:tr w:rsidR="002F2105" w:rsidRPr="00892E8C" w:rsidTr="008B3900">
        <w:tc>
          <w:tcPr>
            <w:tcW w:w="327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  <w:r w:rsidRPr="008B3900">
              <w:rPr>
                <w:rFonts w:ascii="Arial" w:hAnsi="Arial" w:cs="Arial"/>
              </w:rPr>
              <w:t>3</w:t>
            </w:r>
          </w:p>
        </w:tc>
        <w:tc>
          <w:tcPr>
            <w:tcW w:w="893" w:type="dxa"/>
          </w:tcPr>
          <w:p w:rsidR="002F2105" w:rsidRPr="008B3900" w:rsidRDefault="002F2105" w:rsidP="0067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 xml:space="preserve">Дорога с.Успенка 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49" w:type="dxa"/>
          </w:tcPr>
          <w:p w:rsidR="002F2105" w:rsidRPr="008B3900" w:rsidRDefault="002F2105" w:rsidP="00A743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 xml:space="preserve">Курская обл.Касторенский р-н с.Успенка ул. Зеленая- ул.Заречная </w:t>
            </w:r>
          </w:p>
          <w:p w:rsidR="002F2105" w:rsidRPr="008B3900" w:rsidRDefault="002F2105" w:rsidP="00A743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8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31" w:type="dxa"/>
          </w:tcPr>
          <w:p w:rsidR="002F2105" w:rsidRPr="008B3900" w:rsidRDefault="002F2105" w:rsidP="00892E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9600кв.м./ 2400м.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183" w:type="dxa"/>
          </w:tcPr>
          <w:p w:rsidR="002F2105" w:rsidRPr="008B3900" w:rsidRDefault="002F2105" w:rsidP="00892E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38 214 876 7    ОП МП 001-03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25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649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579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81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562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562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53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923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925" w:type="dxa"/>
          </w:tcPr>
          <w:p w:rsidR="002F2105" w:rsidRPr="008B3900" w:rsidRDefault="002F2105" w:rsidP="00892E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грунтовая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  <w:tr w:rsidR="002F2105" w:rsidRPr="00892E8C" w:rsidTr="008B3900">
        <w:tc>
          <w:tcPr>
            <w:tcW w:w="327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  <w:r w:rsidRPr="008B3900">
              <w:rPr>
                <w:rFonts w:ascii="Arial" w:hAnsi="Arial" w:cs="Arial"/>
              </w:rPr>
              <w:t>4</w:t>
            </w:r>
          </w:p>
        </w:tc>
        <w:tc>
          <w:tcPr>
            <w:tcW w:w="893" w:type="dxa"/>
          </w:tcPr>
          <w:p w:rsidR="002F2105" w:rsidRPr="008B3900" w:rsidRDefault="002F2105" w:rsidP="0067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 xml:space="preserve">Дорога с.Успенка 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49" w:type="dxa"/>
          </w:tcPr>
          <w:p w:rsidR="002F2105" w:rsidRPr="008B3900" w:rsidRDefault="002F2105" w:rsidP="00A743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Курская обл. Касторенский р-н с.Успенка ул. Северная</w:t>
            </w:r>
          </w:p>
          <w:p w:rsidR="002F2105" w:rsidRPr="008B3900" w:rsidRDefault="002F2105" w:rsidP="00A743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8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31" w:type="dxa"/>
          </w:tcPr>
          <w:p w:rsidR="002F2105" w:rsidRPr="008B3900" w:rsidRDefault="002F2105" w:rsidP="00892E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400кв.м./200м.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183" w:type="dxa"/>
          </w:tcPr>
          <w:p w:rsidR="002F2105" w:rsidRPr="008B3900" w:rsidRDefault="002F2105" w:rsidP="00892E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38 214 876 7    ОП МП 001-04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25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649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579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81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562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562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53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923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925" w:type="dxa"/>
          </w:tcPr>
          <w:p w:rsidR="002F2105" w:rsidRPr="008B3900" w:rsidRDefault="002F2105" w:rsidP="00892E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грунтовая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  <w:tr w:rsidR="002F2105" w:rsidRPr="00892E8C" w:rsidTr="008B3900">
        <w:tc>
          <w:tcPr>
            <w:tcW w:w="327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  <w:r w:rsidRPr="008B3900">
              <w:rPr>
                <w:rFonts w:ascii="Arial" w:hAnsi="Arial" w:cs="Arial"/>
              </w:rPr>
              <w:t>5</w:t>
            </w:r>
          </w:p>
        </w:tc>
        <w:tc>
          <w:tcPr>
            <w:tcW w:w="893" w:type="dxa"/>
          </w:tcPr>
          <w:p w:rsidR="002F2105" w:rsidRPr="008B3900" w:rsidRDefault="002F2105" w:rsidP="0067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 xml:space="preserve">Дорога с.Успенка 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49" w:type="dxa"/>
          </w:tcPr>
          <w:p w:rsidR="002F2105" w:rsidRPr="008B3900" w:rsidRDefault="002F2105" w:rsidP="00A743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Курская обл. Касторенский р-н с.Успенка ул. Советская- ул. Мира</w:t>
            </w:r>
          </w:p>
          <w:p w:rsidR="002F2105" w:rsidRPr="008B3900" w:rsidRDefault="002F2105" w:rsidP="00A743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8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31" w:type="dxa"/>
          </w:tcPr>
          <w:p w:rsidR="002F2105" w:rsidRPr="008B3900" w:rsidRDefault="002F2105" w:rsidP="00892E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5600кв.м./1400м.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183" w:type="dxa"/>
          </w:tcPr>
          <w:p w:rsidR="002F2105" w:rsidRPr="008B3900" w:rsidRDefault="002F2105" w:rsidP="00892E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38 214 876 7     ОП МП 001-05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25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649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579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81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562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562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53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923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925" w:type="dxa"/>
          </w:tcPr>
          <w:p w:rsidR="002F2105" w:rsidRPr="008B3900" w:rsidRDefault="002F2105" w:rsidP="00892E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грунтовая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  <w:tr w:rsidR="002F2105" w:rsidRPr="00892E8C" w:rsidTr="008B3900">
        <w:tc>
          <w:tcPr>
            <w:tcW w:w="327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  <w:r w:rsidRPr="008B3900">
              <w:rPr>
                <w:rFonts w:ascii="Arial" w:hAnsi="Arial" w:cs="Arial"/>
              </w:rPr>
              <w:t>6</w:t>
            </w:r>
          </w:p>
        </w:tc>
        <w:tc>
          <w:tcPr>
            <w:tcW w:w="893" w:type="dxa"/>
          </w:tcPr>
          <w:p w:rsidR="002F2105" w:rsidRPr="008B3900" w:rsidRDefault="002F2105" w:rsidP="0067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 xml:space="preserve">Дорога с.Успенка 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49" w:type="dxa"/>
          </w:tcPr>
          <w:p w:rsidR="002F2105" w:rsidRPr="008B3900" w:rsidRDefault="002F2105" w:rsidP="00A743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Курская обл. Касторенский р-н с.Успенка ул. Комсомольская</w:t>
            </w:r>
          </w:p>
          <w:p w:rsidR="002F2105" w:rsidRPr="008B3900" w:rsidRDefault="002F2105" w:rsidP="00A743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8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31" w:type="dxa"/>
          </w:tcPr>
          <w:p w:rsidR="002F2105" w:rsidRPr="008B3900" w:rsidRDefault="002F2105" w:rsidP="00892E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 xml:space="preserve">2800 кв.м./ </w:t>
            </w:r>
            <w:smartTag w:uri="urn:schemas-microsoft-com:office:smarttags" w:element="metricconverter">
              <w:smartTagPr>
                <w:attr w:name="ProductID" w:val="700 м"/>
              </w:smartTagPr>
              <w:r w:rsidRPr="008B3900">
                <w:rPr>
                  <w:rFonts w:ascii="Arial" w:hAnsi="Arial" w:cs="Arial"/>
                  <w:color w:val="000000"/>
                  <w:sz w:val="20"/>
                  <w:szCs w:val="20"/>
                </w:rPr>
                <w:t>700 м</w:t>
              </w:r>
            </w:smartTag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183" w:type="dxa"/>
          </w:tcPr>
          <w:p w:rsidR="002F2105" w:rsidRPr="008B3900" w:rsidRDefault="002F2105" w:rsidP="00892E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38 214 876 7     ОП МП 001-06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25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649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579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81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562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562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53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923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925" w:type="dxa"/>
          </w:tcPr>
          <w:p w:rsidR="002F2105" w:rsidRPr="008B3900" w:rsidRDefault="002F2105" w:rsidP="00892E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щебень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  <w:tr w:rsidR="002F2105" w:rsidRPr="00892E8C" w:rsidTr="008B3900">
        <w:tc>
          <w:tcPr>
            <w:tcW w:w="327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  <w:r w:rsidRPr="008B3900">
              <w:rPr>
                <w:rFonts w:ascii="Arial" w:hAnsi="Arial" w:cs="Arial"/>
              </w:rPr>
              <w:t>7</w:t>
            </w:r>
          </w:p>
        </w:tc>
        <w:tc>
          <w:tcPr>
            <w:tcW w:w="893" w:type="dxa"/>
          </w:tcPr>
          <w:p w:rsidR="002F2105" w:rsidRPr="008B3900" w:rsidRDefault="002F2105" w:rsidP="0067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Дорога д. Бунино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49" w:type="dxa"/>
          </w:tcPr>
          <w:p w:rsidR="002F2105" w:rsidRPr="008B3900" w:rsidRDefault="002F2105" w:rsidP="00A743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Курская обл. Касторенский р-н д. Бунино ул.Сосновая</w:t>
            </w:r>
          </w:p>
          <w:p w:rsidR="002F2105" w:rsidRPr="008B3900" w:rsidRDefault="002F2105" w:rsidP="00A743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8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31" w:type="dxa"/>
          </w:tcPr>
          <w:p w:rsidR="002F2105" w:rsidRPr="008B3900" w:rsidRDefault="002F2105" w:rsidP="00892E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2000кв.м./500м.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183" w:type="dxa"/>
          </w:tcPr>
          <w:p w:rsidR="002F2105" w:rsidRPr="008B3900" w:rsidRDefault="002F2105" w:rsidP="00892E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38 214 876 7     ОП МП 001-07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25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649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579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81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562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562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53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923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925" w:type="dxa"/>
          </w:tcPr>
          <w:p w:rsidR="002F2105" w:rsidRPr="008B3900" w:rsidRDefault="002F2105" w:rsidP="00892E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щебень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  <w:tr w:rsidR="002F2105" w:rsidRPr="00892E8C" w:rsidTr="008B3900">
        <w:tc>
          <w:tcPr>
            <w:tcW w:w="327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  <w:r w:rsidRPr="008B3900">
              <w:rPr>
                <w:rFonts w:ascii="Arial" w:hAnsi="Arial" w:cs="Arial"/>
              </w:rPr>
              <w:t>8</w:t>
            </w:r>
          </w:p>
        </w:tc>
        <w:tc>
          <w:tcPr>
            <w:tcW w:w="893" w:type="dxa"/>
          </w:tcPr>
          <w:p w:rsidR="002F2105" w:rsidRPr="008B3900" w:rsidRDefault="002F2105" w:rsidP="0067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Дорога д. Бунино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49" w:type="dxa"/>
          </w:tcPr>
          <w:p w:rsidR="002F2105" w:rsidRPr="008B3900" w:rsidRDefault="002F2105" w:rsidP="0067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Курская обл. Касторенский р-н д. Бунино ул. К-Маркса</w:t>
            </w:r>
          </w:p>
          <w:p w:rsidR="002F2105" w:rsidRPr="008B3900" w:rsidRDefault="002F2105" w:rsidP="00A743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8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31" w:type="dxa"/>
          </w:tcPr>
          <w:p w:rsidR="002F2105" w:rsidRPr="008B3900" w:rsidRDefault="002F2105" w:rsidP="00892E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1200кв.м./300м.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183" w:type="dxa"/>
          </w:tcPr>
          <w:p w:rsidR="002F2105" w:rsidRPr="008B3900" w:rsidRDefault="002F2105" w:rsidP="00892E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38 214 876 7     ОП МП 001-08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25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649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579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81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562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562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53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923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925" w:type="dxa"/>
          </w:tcPr>
          <w:p w:rsidR="002F2105" w:rsidRPr="008B3900" w:rsidRDefault="002F2105" w:rsidP="00892E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грунтовая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  <w:tr w:rsidR="002F2105" w:rsidRPr="00892E8C" w:rsidTr="008B3900">
        <w:tc>
          <w:tcPr>
            <w:tcW w:w="327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  <w:r w:rsidRPr="008B3900">
              <w:rPr>
                <w:rFonts w:ascii="Arial" w:hAnsi="Arial" w:cs="Arial"/>
              </w:rPr>
              <w:t>9</w:t>
            </w:r>
          </w:p>
        </w:tc>
        <w:tc>
          <w:tcPr>
            <w:tcW w:w="893" w:type="dxa"/>
          </w:tcPr>
          <w:p w:rsidR="002F2105" w:rsidRPr="008B3900" w:rsidRDefault="002F2105" w:rsidP="0067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Дорога д. Бунино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49" w:type="dxa"/>
          </w:tcPr>
          <w:p w:rsidR="002F2105" w:rsidRPr="008B3900" w:rsidRDefault="002F2105" w:rsidP="0067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Курская обл. Касторенский р-н д.Бунино ул. Цветочная</w:t>
            </w:r>
          </w:p>
          <w:p w:rsidR="002F2105" w:rsidRPr="008B3900" w:rsidRDefault="002F2105" w:rsidP="0067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8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31" w:type="dxa"/>
          </w:tcPr>
          <w:p w:rsidR="002F2105" w:rsidRPr="008B3900" w:rsidRDefault="002F2105" w:rsidP="00892E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2400кв.м./600м.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183" w:type="dxa"/>
          </w:tcPr>
          <w:p w:rsidR="002F2105" w:rsidRPr="008B3900" w:rsidRDefault="002F2105" w:rsidP="00892E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38 214 876 7    ОП МП 001-09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25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649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579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81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562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562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53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923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925" w:type="dxa"/>
          </w:tcPr>
          <w:p w:rsidR="002F2105" w:rsidRPr="008B3900" w:rsidRDefault="002F2105" w:rsidP="00892E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грунтовая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  <w:tr w:rsidR="002F2105" w:rsidRPr="00892E8C" w:rsidTr="008B3900">
        <w:tc>
          <w:tcPr>
            <w:tcW w:w="327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  <w:r w:rsidRPr="008B3900">
              <w:rPr>
                <w:rFonts w:ascii="Arial" w:hAnsi="Arial" w:cs="Arial"/>
              </w:rPr>
              <w:t>10</w:t>
            </w:r>
          </w:p>
        </w:tc>
        <w:tc>
          <w:tcPr>
            <w:tcW w:w="893" w:type="dxa"/>
          </w:tcPr>
          <w:p w:rsidR="002F2105" w:rsidRPr="008B3900" w:rsidRDefault="002F2105" w:rsidP="0067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Дорога д. Бунино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49" w:type="dxa"/>
          </w:tcPr>
          <w:p w:rsidR="002F2105" w:rsidRPr="008B3900" w:rsidRDefault="002F2105" w:rsidP="0067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Курская обл. Касторенский р-н  д. Бунино ул. Лесная</w:t>
            </w:r>
          </w:p>
          <w:p w:rsidR="002F2105" w:rsidRPr="008B3900" w:rsidRDefault="002F2105" w:rsidP="0067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8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31" w:type="dxa"/>
          </w:tcPr>
          <w:p w:rsidR="002F2105" w:rsidRPr="008B3900" w:rsidRDefault="002F2105" w:rsidP="00892E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1200кв.м./300м.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183" w:type="dxa"/>
          </w:tcPr>
          <w:p w:rsidR="002F2105" w:rsidRPr="008B3900" w:rsidRDefault="002F2105" w:rsidP="00892E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38 214 876 7    ОП МП 001-10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25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649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579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81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562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562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53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923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925" w:type="dxa"/>
          </w:tcPr>
          <w:p w:rsidR="002F2105" w:rsidRPr="008B3900" w:rsidRDefault="002F2105" w:rsidP="00892E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грунтовая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  <w:tr w:rsidR="002F2105" w:rsidRPr="00892E8C" w:rsidTr="008B3900">
        <w:tc>
          <w:tcPr>
            <w:tcW w:w="327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  <w:r w:rsidRPr="008B3900">
              <w:rPr>
                <w:rFonts w:ascii="Arial" w:hAnsi="Arial" w:cs="Arial"/>
              </w:rPr>
              <w:t>11</w:t>
            </w:r>
          </w:p>
        </w:tc>
        <w:tc>
          <w:tcPr>
            <w:tcW w:w="893" w:type="dxa"/>
          </w:tcPr>
          <w:p w:rsidR="002F2105" w:rsidRPr="008B3900" w:rsidRDefault="002F2105" w:rsidP="0067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Дорога д. Бунино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49" w:type="dxa"/>
          </w:tcPr>
          <w:p w:rsidR="002F2105" w:rsidRPr="008B3900" w:rsidRDefault="002F2105" w:rsidP="0067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Курская обл. Касторенский р-н д. Бунино ул. Колхозная</w:t>
            </w:r>
          </w:p>
          <w:p w:rsidR="002F2105" w:rsidRPr="008B3900" w:rsidRDefault="002F2105" w:rsidP="00676D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8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31" w:type="dxa"/>
          </w:tcPr>
          <w:p w:rsidR="002F2105" w:rsidRPr="008B3900" w:rsidRDefault="002F2105" w:rsidP="00892E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5400кв.м./1350м.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183" w:type="dxa"/>
          </w:tcPr>
          <w:p w:rsidR="002F2105" w:rsidRPr="008B3900" w:rsidRDefault="002F2105" w:rsidP="00892E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38 214 876 7   ОП МП 001-11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25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649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579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781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562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562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1053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923" w:type="dxa"/>
          </w:tcPr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  <w:tc>
          <w:tcPr>
            <w:tcW w:w="925" w:type="dxa"/>
          </w:tcPr>
          <w:p w:rsidR="002F2105" w:rsidRPr="008B3900" w:rsidRDefault="002F2105" w:rsidP="00892E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900">
              <w:rPr>
                <w:rFonts w:ascii="Arial" w:hAnsi="Arial" w:cs="Arial"/>
                <w:color w:val="000000"/>
                <w:sz w:val="20"/>
                <w:szCs w:val="20"/>
              </w:rPr>
              <w:t>грунтовая</w:t>
            </w:r>
          </w:p>
          <w:p w:rsidR="002F2105" w:rsidRPr="008B3900" w:rsidRDefault="002F2105" w:rsidP="008B3900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</w:tbl>
    <w:p w:rsidR="002F2105" w:rsidRDefault="002F2105" w:rsidP="00836B89">
      <w:pPr>
        <w:pStyle w:val="NormalWeb"/>
        <w:spacing w:after="0"/>
      </w:pPr>
    </w:p>
    <w:p w:rsidR="002F2105" w:rsidRDefault="002F2105" w:rsidP="00450F02">
      <w:pPr>
        <w:pStyle w:val="NormalWeb"/>
        <w:spacing w:before="278" w:beforeAutospacing="0" w:after="0"/>
        <w:rPr>
          <w:rFonts w:ascii="Arial" w:hAnsi="Arial" w:cs="Arial"/>
        </w:rPr>
      </w:pPr>
    </w:p>
    <w:p w:rsidR="002F2105" w:rsidRDefault="002F2105">
      <w:pPr>
        <w:rPr>
          <w:rFonts w:ascii="Times New Roman" w:hAnsi="Times New Roman"/>
          <w:sz w:val="24"/>
        </w:rPr>
      </w:pPr>
    </w:p>
    <w:sectPr w:rsidR="002F2105" w:rsidSect="002A03E4">
      <w:pgSz w:w="16838" w:h="11906" w:orient="landscape"/>
      <w:pgMar w:top="1531" w:right="1134" w:bottom="124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6091"/>
    <w:rsid w:val="00084360"/>
    <w:rsid w:val="00095BF1"/>
    <w:rsid w:val="000A4F4B"/>
    <w:rsid w:val="000F4C06"/>
    <w:rsid w:val="001A6091"/>
    <w:rsid w:val="001D4F0F"/>
    <w:rsid w:val="00280955"/>
    <w:rsid w:val="002A03E4"/>
    <w:rsid w:val="002F2105"/>
    <w:rsid w:val="003A5E66"/>
    <w:rsid w:val="00450F02"/>
    <w:rsid w:val="004B61CA"/>
    <w:rsid w:val="00676D7B"/>
    <w:rsid w:val="00692BE2"/>
    <w:rsid w:val="0069440C"/>
    <w:rsid w:val="006B7376"/>
    <w:rsid w:val="00713E87"/>
    <w:rsid w:val="00836B89"/>
    <w:rsid w:val="00892E8C"/>
    <w:rsid w:val="008B3900"/>
    <w:rsid w:val="00916BA1"/>
    <w:rsid w:val="00A03C6C"/>
    <w:rsid w:val="00A23430"/>
    <w:rsid w:val="00A6503B"/>
    <w:rsid w:val="00A7432F"/>
    <w:rsid w:val="00B71D2D"/>
    <w:rsid w:val="00C1783C"/>
    <w:rsid w:val="00CC3763"/>
    <w:rsid w:val="00E82208"/>
    <w:rsid w:val="00FC0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1CA"/>
  </w:style>
  <w:style w:type="paragraph" w:styleId="Heading5">
    <w:name w:val="heading 5"/>
    <w:basedOn w:val="Normal"/>
    <w:link w:val="Heading5Char"/>
    <w:uiPriority w:val="99"/>
    <w:qFormat/>
    <w:locked/>
    <w:rsid w:val="006B7376"/>
    <w:pPr>
      <w:keepNext/>
      <w:spacing w:before="100" w:beforeAutospacing="1" w:after="100" w:afterAutospacing="1"/>
      <w:jc w:val="center"/>
      <w:outlineLvl w:val="4"/>
    </w:pPr>
    <w:rPr>
      <w:rFonts w:ascii="Times New Roman" w:hAnsi="Times New Roman"/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F4C06"/>
    <w:rPr>
      <w:rFonts w:ascii="Calibri" w:hAnsi="Calibri" w:cs="Times New Roman"/>
      <w:b/>
      <w:bCs/>
      <w:i/>
      <w:iCs/>
      <w:sz w:val="26"/>
      <w:szCs w:val="26"/>
    </w:rPr>
  </w:style>
  <w:style w:type="paragraph" w:styleId="NormalWeb">
    <w:name w:val="Normal (Web)"/>
    <w:basedOn w:val="Normal"/>
    <w:uiPriority w:val="99"/>
    <w:rsid w:val="00450F02"/>
    <w:pPr>
      <w:spacing w:before="100" w:beforeAutospacing="1" w:after="119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6B7376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locked/>
    <w:rsid w:val="002A03E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79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81</TotalTime>
  <Pages>4</Pages>
  <Words>378</Words>
  <Characters>2160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успенка</cp:lastModifiedBy>
  <cp:revision>7</cp:revision>
  <dcterms:created xsi:type="dcterms:W3CDTF">2017-04-04T08:08:00Z</dcterms:created>
  <dcterms:modified xsi:type="dcterms:W3CDTF">2017-04-11T08:29:00Z</dcterms:modified>
</cp:coreProperties>
</file>